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14235-0E6F-442D-85F0-97914F25C1D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